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-152"/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数学四年级下--北师大版--数据的表示和分析</w:t>
      </w:r>
    </w:p>
    <w:p>
      <w:pPr>
        <w:numPr>
          <w:ilvl w:val="0"/>
          <w:numId w:val="1"/>
        </w:numPr>
        <w:spacing w:line="360" w:lineRule="auto"/>
        <w:ind w:left="426" w:hanging="425" w:hangingChars="15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填一填。</w:t>
      </w:r>
    </w:p>
    <w:p>
      <w:pPr>
        <w:numPr>
          <w:ilvl w:val="0"/>
          <w:numId w:val="0"/>
        </w:numPr>
        <w:spacing w:line="360" w:lineRule="auto"/>
        <w:ind w:left="242" w:leftChars="-18" w:hanging="280" w:hangingChars="1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．把统计的数据进行整理，可以制成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统计图和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统计图两种形式。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．能清楚地看出数量的多少的是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统计图；不但能看出数量的多少，而且能清楚表示出数量的增减变化情况的是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统计图。</w:t>
      </w:r>
    </w:p>
    <w:p>
      <w:pPr>
        <w:spacing w:line="360" w:lineRule="auto"/>
        <w:ind w:left="426" w:hanging="425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．李明要把教室内的气温变化情况绘成统计图，应选用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统计图。</w:t>
      </w:r>
    </w:p>
    <w:p>
      <w:pPr>
        <w:numPr>
          <w:ilvl w:val="0"/>
          <w:numId w:val="2"/>
        </w:numPr>
        <w:spacing w:line="360" w:lineRule="auto"/>
        <w:ind w:left="426" w:hanging="425" w:hangingChars="15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判一判。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．条形统计图是用直条的长短表示数量的多少。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．第二小组同学的平均身高是</w:t>
      </w:r>
      <w:r>
        <w:rPr>
          <w:sz w:val="28"/>
          <w:szCs w:val="28"/>
        </w:rPr>
        <w:t>136 cm</w:t>
      </w:r>
      <w:r>
        <w:rPr>
          <w:rFonts w:hint="eastAsia"/>
          <w:sz w:val="28"/>
          <w:szCs w:val="28"/>
        </w:rPr>
        <w:t>，则第二小组的小红同学身高不可能超过</w:t>
      </w:r>
      <w:r>
        <w:rPr>
          <w:sz w:val="28"/>
          <w:szCs w:val="28"/>
        </w:rPr>
        <w:t>136 cm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．在条形统计图中，表示的数量越大，所画的直条越宽。</w:t>
      </w:r>
      <w:r>
        <w:rPr>
          <w:sz w:val="28"/>
          <w:szCs w:val="28"/>
        </w:rPr>
        <w:t xml:space="preserve">  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．制作折线统计图，要先描点，再把点连成一条线。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>选一选。</w:t>
      </w:r>
    </w:p>
    <w:p>
      <w:pPr>
        <w:numPr>
          <w:ilvl w:val="0"/>
          <w:numId w:val="0"/>
        </w:numPr>
        <w:spacing w:line="360" w:lineRule="auto"/>
        <w:ind w:leftChars="-152" w:firstLine="280" w:firstLineChars="1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．对平均数的含义描述正确的是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．把总数平均分成几份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．平均分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．平均数能较好地反映一组数据的总体情况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．一个游泳池平均水深为</w:t>
      </w:r>
      <w:r>
        <w:rPr>
          <w:sz w:val="28"/>
          <w:szCs w:val="28"/>
        </w:rPr>
        <w:t>120</w:t>
      </w:r>
      <w:r>
        <w:rPr>
          <w:rFonts w:hint="eastAsia"/>
          <w:sz w:val="28"/>
          <w:szCs w:val="28"/>
        </w:rPr>
        <w:t>厘米，小明身高</w:t>
      </w:r>
      <w:r>
        <w:rPr>
          <w:sz w:val="28"/>
          <w:szCs w:val="28"/>
        </w:rPr>
        <w:t>140</w:t>
      </w:r>
      <w:r>
        <w:rPr>
          <w:rFonts w:hint="eastAsia"/>
          <w:sz w:val="28"/>
          <w:szCs w:val="28"/>
        </w:rPr>
        <w:t>厘米，小明下池后水会淹过他吗？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．可能会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．不会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．一定会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．某届歌手大赛，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位评委同时为某位选手打分，取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作为选手的最终成绩比较合理。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．最高分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．平均分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．最低分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人中最高的是</w:t>
      </w:r>
      <w:r>
        <w:rPr>
          <w:sz w:val="28"/>
          <w:szCs w:val="28"/>
        </w:rPr>
        <w:t>153</w:t>
      </w:r>
      <w:r>
        <w:rPr>
          <w:rFonts w:hint="eastAsia"/>
          <w:sz w:val="28"/>
          <w:szCs w:val="28"/>
        </w:rPr>
        <w:t>厘米，最矮的是</w:t>
      </w:r>
      <w:r>
        <w:rPr>
          <w:sz w:val="28"/>
          <w:szCs w:val="28"/>
        </w:rPr>
        <w:t>126</w:t>
      </w:r>
      <w:r>
        <w:rPr>
          <w:rFonts w:hint="eastAsia"/>
          <w:sz w:val="28"/>
          <w:szCs w:val="28"/>
        </w:rPr>
        <w:t>厘米，这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人的平均身高可能是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4" w:leftChars="202"/>
        <w:rPr>
          <w:rFonts w:hint="eastAsia"/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125</w:t>
      </w:r>
      <w:r>
        <w:rPr>
          <w:rFonts w:hint="eastAsia"/>
          <w:sz w:val="28"/>
          <w:szCs w:val="28"/>
        </w:rPr>
        <w:t>厘米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138</w:t>
      </w:r>
      <w:r>
        <w:rPr>
          <w:rFonts w:hint="eastAsia"/>
          <w:sz w:val="28"/>
          <w:szCs w:val="28"/>
        </w:rPr>
        <w:t>厘米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154</w:t>
      </w:r>
      <w:r>
        <w:rPr>
          <w:rFonts w:hint="eastAsia"/>
          <w:sz w:val="28"/>
          <w:szCs w:val="28"/>
        </w:rPr>
        <w:t>厘米</w:t>
      </w:r>
    </w:p>
    <w:p>
      <w:pPr>
        <w:spacing w:line="360" w:lineRule="auto"/>
        <w:ind w:left="319" w:hanging="425" w:hangingChars="152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四</w:t>
      </w:r>
      <w:r>
        <w:rPr>
          <w:rFonts w:hint="eastAsia"/>
          <w:sz w:val="28"/>
          <w:szCs w:val="28"/>
          <w:lang w:val="en-US" w:eastAsia="zh-CN"/>
        </w:rPr>
        <w:t>.解决问题</w:t>
      </w:r>
    </w:p>
    <w:p>
      <w:pPr>
        <w:spacing w:line="360" w:lineRule="auto"/>
        <w:ind w:left="319" w:hanging="319" w:hangingChars="152"/>
        <w:rPr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748030</wp:posOffset>
            </wp:positionV>
            <wp:extent cx="2256790" cy="1867535"/>
            <wp:effectExtent l="0" t="0" r="10160" b="184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6790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小平、小青、小华、小玲与小敏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名学生踢毽子的成绩分别是：</w:t>
      </w: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个，</w:t>
      </w:r>
      <w:r>
        <w:rPr>
          <w:sz w:val="28"/>
          <w:szCs w:val="28"/>
        </w:rPr>
        <w:t>35</w:t>
      </w:r>
      <w:r>
        <w:rPr>
          <w:rFonts w:hint="eastAsia"/>
          <w:sz w:val="28"/>
          <w:szCs w:val="28"/>
        </w:rPr>
        <w:t>个，</w:t>
      </w:r>
      <w:r>
        <w:rPr>
          <w:sz w:val="28"/>
          <w:szCs w:val="28"/>
        </w:rPr>
        <w:t>25</w:t>
      </w:r>
      <w:r>
        <w:rPr>
          <w:rFonts w:hint="eastAsia"/>
          <w:sz w:val="28"/>
          <w:szCs w:val="28"/>
        </w:rPr>
        <w:t>个，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个，</w:t>
      </w:r>
      <w:r>
        <w:rPr>
          <w:sz w:val="28"/>
          <w:szCs w:val="28"/>
        </w:rPr>
        <w:t>45</w:t>
      </w:r>
      <w:r>
        <w:rPr>
          <w:rFonts w:hint="eastAsia"/>
          <w:sz w:val="28"/>
          <w:szCs w:val="28"/>
        </w:rPr>
        <w:t>个。将他们的成绩绘制成条形统计图，并回答问题。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图中一格表示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踢得最多，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踢得最少，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>相差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这五名同学踢毽子的平均成绩是多少？</w:t>
      </w:r>
    </w:p>
    <w:p>
      <w:pPr>
        <w:ind w:right="240"/>
        <w:rPr>
          <w:szCs w:val="24"/>
        </w:rPr>
      </w:pPr>
    </w:p>
    <w:p>
      <w:pPr>
        <w:ind w:right="240"/>
        <w:rPr>
          <w:szCs w:val="24"/>
        </w:rPr>
      </w:pPr>
    </w:p>
    <w:p>
      <w:pPr>
        <w:ind w:right="240"/>
        <w:rPr>
          <w:szCs w:val="24"/>
        </w:rPr>
      </w:pPr>
    </w:p>
    <w:p>
      <w:pPr>
        <w:ind w:right="240"/>
        <w:rPr>
          <w:szCs w:val="24"/>
        </w:rPr>
      </w:pPr>
    </w:p>
    <w:p>
      <w:pPr>
        <w:ind w:right="24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zh-TW" w:bidi="zh-TW"/>
        </w:rPr>
        <w:t>一个小组的8名学生用同一把弹簧秤称了同一袋面粉的质量，记录如下。（单位：千克）</w:t>
      </w:r>
    </w:p>
    <w:p>
      <w:pPr>
        <w:ind w:right="240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drawing>
          <wp:inline distT="0" distB="0" distL="114300" distR="114300">
            <wp:extent cx="2800350" cy="288290"/>
            <wp:effectExtent l="0" t="0" r="0" b="165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240"/>
        <w:rPr>
          <w:rFonts w:hint="eastAsia" w:asciiTheme="majorEastAsia" w:hAnsiTheme="majorEastAsia" w:eastAsiaTheme="majorEastAsia" w:cstheme="majorEastAsia"/>
          <w:sz w:val="28"/>
          <w:szCs w:val="28"/>
          <w:lang w:bidi="zh-TW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bidi="zh-TW"/>
        </w:rPr>
        <w:t>先估计这袋面粉的质量，再算一算。</w:t>
      </w:r>
    </w:p>
    <w:p>
      <w:pPr>
        <w:spacing w:line="360" w:lineRule="auto"/>
        <w:ind w:firstLine="280" w:firstLineChars="100"/>
        <w:jc w:val="center"/>
        <w:rPr>
          <w:sz w:val="28"/>
          <w:szCs w:val="28"/>
        </w:rPr>
      </w:pPr>
    </w:p>
    <w:p>
      <w:pPr>
        <w:spacing w:line="360" w:lineRule="auto"/>
        <w:jc w:val="both"/>
        <w:rPr>
          <w:sz w:val="28"/>
          <w:szCs w:val="28"/>
        </w:rPr>
      </w:pPr>
    </w:p>
    <w:p>
      <w:pPr>
        <w:ind w:right="240"/>
        <w:rPr>
          <w:rFonts w:hint="eastAsia" w:asciiTheme="majorEastAsia" w:hAnsiTheme="majorEastAsia" w:eastAsiaTheme="majorEastAsia" w:cstheme="majorEastAsia"/>
          <w:sz w:val="28"/>
          <w:szCs w:val="28"/>
          <w:lang w:bidi="zh-TW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zh-TW" w:bidi="zh-TW"/>
        </w:rPr>
        <w:t>根据图中的信息，回答问题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bidi="zh-TW"/>
        </w:rPr>
        <w:t>。</w:t>
      </w:r>
    </w:p>
    <w:p>
      <w:pPr>
        <w:ind w:right="240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drawing>
          <wp:inline distT="0" distB="0" distL="114300" distR="114300">
            <wp:extent cx="2760980" cy="1800860"/>
            <wp:effectExtent l="0" t="0" r="127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240"/>
        <w:rPr>
          <w:rFonts w:hint="eastAsia" w:asciiTheme="majorEastAsia" w:hAnsiTheme="majorEastAsia" w:eastAsiaTheme="majorEastAsia" w:cstheme="majorEastAsia"/>
          <w:sz w:val="28"/>
          <w:szCs w:val="28"/>
          <w:lang w:val="zh-TW" w:bidi="zh-TW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bidi="zh-TW"/>
        </w:rPr>
        <w:t>已知三名学生的期中测试数学平均成绩为92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zh-TW" w:bidi="zh-TW"/>
        </w:rPr>
        <w:t>分，语文平均成绩为97分，表示李仁成绩的直条被墨水污染了，请你帮他算出语文和数学的成绩。</w:t>
      </w:r>
    </w:p>
    <w:p>
      <w:pPr>
        <w:ind w:right="240"/>
        <w:rPr>
          <w:rFonts w:hint="eastAsia" w:asciiTheme="majorEastAsia" w:hAnsiTheme="majorEastAsia" w:eastAsiaTheme="majorEastAsia" w:cstheme="majorEastAsia"/>
          <w:sz w:val="28"/>
          <w:szCs w:val="28"/>
          <w:lang w:val="zh-TW" w:bidi="zh-TW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br w:type="page"/>
      </w:r>
      <w:r>
        <w:rPr>
          <w:rFonts w:hint="eastAsia"/>
          <w:sz w:val="28"/>
          <w:szCs w:val="28"/>
          <w:lang w:eastAsia="zh-CN"/>
        </w:rPr>
        <w:t>参考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答案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条形　折线　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．条形　折线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．折线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>1.×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2.√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3.×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4.×</w:t>
      </w:r>
      <w:r>
        <w:rPr>
          <w:rFonts w:hint="eastAsia"/>
          <w:sz w:val="28"/>
          <w:szCs w:val="28"/>
        </w:rPr>
        <w:t>　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1.C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A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B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B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四</w:t>
      </w:r>
      <w:r>
        <w:rPr>
          <w:rFonts w:hint="eastAsia"/>
          <w:sz w:val="28"/>
          <w:szCs w:val="28"/>
        </w:rPr>
        <w:t>、绘制统计图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sz w:val="28"/>
          <w:szCs w:val="28"/>
        </w:rPr>
        <w:t>5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小玲　小华　</w:t>
      </w:r>
      <w:r>
        <w:rPr>
          <w:sz w:val="28"/>
          <w:szCs w:val="28"/>
        </w:rPr>
        <w:t>25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sz w:val="28"/>
          <w:szCs w:val="28"/>
        </w:rPr>
        <w:t>(40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35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25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45)÷5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39(</w:t>
      </w:r>
      <w:r>
        <w:rPr>
          <w:rFonts w:hint="eastAsia"/>
          <w:sz w:val="28"/>
          <w:szCs w:val="28"/>
        </w:rPr>
        <w:t>个</w:t>
      </w:r>
      <w:r>
        <w:rPr>
          <w:sz w:val="28"/>
          <w:szCs w:val="28"/>
        </w:rPr>
        <w:t>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rFonts w:hint="eastAsia"/>
          <w:sz w:val="28"/>
          <w:szCs w:val="28"/>
        </w:rPr>
        <w:t>答：这五名同学踢毽子的平均成绩是</w:t>
      </w:r>
      <w:r>
        <w:rPr>
          <w:sz w:val="28"/>
          <w:szCs w:val="28"/>
        </w:rPr>
        <w:t>39</w:t>
      </w:r>
      <w:r>
        <w:rPr>
          <w:rFonts w:hint="eastAsia"/>
          <w:sz w:val="28"/>
          <w:szCs w:val="28"/>
        </w:rPr>
        <w:t>个。</w:t>
      </w:r>
      <w:r>
        <w:rPr>
          <w:sz w:val="28"/>
          <w:szCs w:val="28"/>
        </w:rPr>
        <w:t xml:space="preserve"> </w:t>
      </w:r>
    </w:p>
    <w:p>
      <w:pPr>
        <w:pStyle w:val="12"/>
        <w:spacing w:line="360" w:lineRule="auto"/>
        <w:ind w:firstLine="0" w:firstLineChars="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估计：2千克   2.075千克</w:t>
      </w:r>
    </w:p>
    <w:p>
      <w:pPr>
        <w:pStyle w:val="12"/>
        <w:spacing w:line="360" w:lineRule="auto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</w:t>
      </w:r>
      <w:r>
        <w:rPr>
          <w:rFonts w:ascii="宋体" w:hAnsi="宋体"/>
          <w:sz w:val="28"/>
          <w:szCs w:val="28"/>
        </w:rPr>
        <w:t>语文</w:t>
      </w:r>
      <w:r>
        <w:rPr>
          <w:rFonts w:hint="eastAsia" w:ascii="宋体" w:hAnsi="宋体"/>
          <w:sz w:val="28"/>
          <w:szCs w:val="28"/>
        </w:rPr>
        <w:t>：9</w:t>
      </w:r>
      <w:r>
        <w:rPr>
          <w:rFonts w:ascii="宋体" w:hAnsi="宋体"/>
          <w:sz w:val="28"/>
          <w:szCs w:val="28"/>
        </w:rPr>
        <w:t>3分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数学</w:t>
      </w:r>
      <w:r>
        <w:rPr>
          <w:rFonts w:hint="eastAsia" w:ascii="宋体" w:hAnsi="宋体"/>
          <w:sz w:val="28"/>
          <w:szCs w:val="28"/>
        </w:rPr>
        <w:t>：9</w:t>
      </w:r>
      <w:r>
        <w:rPr>
          <w:rFonts w:ascii="宋体" w:hAnsi="宋体"/>
          <w:sz w:val="28"/>
          <w:szCs w:val="28"/>
        </w:rPr>
        <w:t>3分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8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荣德基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7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荣德基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2CDC65"/>
    <w:multiLevelType w:val="singleLevel"/>
    <w:tmpl w:val="172CDC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4DD09CC"/>
    <w:multiLevelType w:val="singleLevel"/>
    <w:tmpl w:val="24DD09C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A5A"/>
    <w:rsid w:val="00054CEF"/>
    <w:rsid w:val="0007564F"/>
    <w:rsid w:val="000C1721"/>
    <w:rsid w:val="00100D31"/>
    <w:rsid w:val="0011107A"/>
    <w:rsid w:val="0013072F"/>
    <w:rsid w:val="00177FBD"/>
    <w:rsid w:val="001A2E7E"/>
    <w:rsid w:val="00211359"/>
    <w:rsid w:val="00277919"/>
    <w:rsid w:val="00295AB7"/>
    <w:rsid w:val="002D6BB1"/>
    <w:rsid w:val="003904F4"/>
    <w:rsid w:val="00393B88"/>
    <w:rsid w:val="0039797E"/>
    <w:rsid w:val="004111C9"/>
    <w:rsid w:val="0044010A"/>
    <w:rsid w:val="00446199"/>
    <w:rsid w:val="00511394"/>
    <w:rsid w:val="0053293F"/>
    <w:rsid w:val="00551B00"/>
    <w:rsid w:val="0056727D"/>
    <w:rsid w:val="005B6C4E"/>
    <w:rsid w:val="006474A6"/>
    <w:rsid w:val="006C27EC"/>
    <w:rsid w:val="00723275"/>
    <w:rsid w:val="00763438"/>
    <w:rsid w:val="00770B7C"/>
    <w:rsid w:val="00784785"/>
    <w:rsid w:val="0079236A"/>
    <w:rsid w:val="00797676"/>
    <w:rsid w:val="007D1C45"/>
    <w:rsid w:val="008B450E"/>
    <w:rsid w:val="008D58FA"/>
    <w:rsid w:val="00950598"/>
    <w:rsid w:val="00962229"/>
    <w:rsid w:val="009926C9"/>
    <w:rsid w:val="009B2483"/>
    <w:rsid w:val="009C6545"/>
    <w:rsid w:val="009E2459"/>
    <w:rsid w:val="00A241D5"/>
    <w:rsid w:val="00A81192"/>
    <w:rsid w:val="00A84DFD"/>
    <w:rsid w:val="00A85BAC"/>
    <w:rsid w:val="00AB1BDE"/>
    <w:rsid w:val="00AB660A"/>
    <w:rsid w:val="00B3625E"/>
    <w:rsid w:val="00B9755E"/>
    <w:rsid w:val="00BA345D"/>
    <w:rsid w:val="00BC3D5E"/>
    <w:rsid w:val="00BD7BA6"/>
    <w:rsid w:val="00C2059B"/>
    <w:rsid w:val="00C5097D"/>
    <w:rsid w:val="00C54FAA"/>
    <w:rsid w:val="00CA040A"/>
    <w:rsid w:val="00CF442C"/>
    <w:rsid w:val="00D53042"/>
    <w:rsid w:val="00DA47E0"/>
    <w:rsid w:val="00DB5455"/>
    <w:rsid w:val="00DE74F7"/>
    <w:rsid w:val="00DF6618"/>
    <w:rsid w:val="00E77C2E"/>
    <w:rsid w:val="00EE28A1"/>
    <w:rsid w:val="00F93386"/>
    <w:rsid w:val="00FC582D"/>
    <w:rsid w:val="00FD540B"/>
    <w:rsid w:val="02F34774"/>
    <w:rsid w:val="05737994"/>
    <w:rsid w:val="088C3CDC"/>
    <w:rsid w:val="09884293"/>
    <w:rsid w:val="11054CC0"/>
    <w:rsid w:val="13040CD0"/>
    <w:rsid w:val="14D94158"/>
    <w:rsid w:val="1AD23188"/>
    <w:rsid w:val="1DE75A1C"/>
    <w:rsid w:val="22F15352"/>
    <w:rsid w:val="25B813F3"/>
    <w:rsid w:val="27A64E40"/>
    <w:rsid w:val="2BD645E9"/>
    <w:rsid w:val="32343878"/>
    <w:rsid w:val="347147B4"/>
    <w:rsid w:val="3C8F0BE4"/>
    <w:rsid w:val="3E017102"/>
    <w:rsid w:val="44B93230"/>
    <w:rsid w:val="460C33CC"/>
    <w:rsid w:val="465673EC"/>
    <w:rsid w:val="48F2688D"/>
    <w:rsid w:val="4A1F2BBB"/>
    <w:rsid w:val="5BE4489A"/>
    <w:rsid w:val="5CA06B40"/>
    <w:rsid w:val="65BE4A3B"/>
    <w:rsid w:val="65CA4199"/>
    <w:rsid w:val="6C62160F"/>
    <w:rsid w:val="74A55C03"/>
    <w:rsid w:val="765A14F1"/>
    <w:rsid w:val="76BF5570"/>
    <w:rsid w:val="792610EB"/>
    <w:rsid w:val="7E7C3A07"/>
    <w:rsid w:val="7F1A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rFonts w:ascii="Calibri" w:hAnsi="Calibri"/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Title"/>
    <w:basedOn w:val="1"/>
    <w:link w:val="11"/>
    <w:qFormat/>
    <w:uiPriority w:val="9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Balloon Text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Title Char"/>
    <w:basedOn w:val="7"/>
    <w:link w:val="5"/>
    <w:qFormat/>
    <w:locked/>
    <w:uiPriority w:val="99"/>
    <w:rPr>
      <w:rFonts w:ascii="Arial" w:hAnsi="Arial" w:eastAsia="宋体" w:cs="Arial"/>
      <w:b/>
      <w:bCs/>
      <w:sz w:val="32"/>
      <w:szCs w:val="32"/>
    </w:rPr>
  </w:style>
  <w:style w:type="paragraph" w:styleId="12">
    <w:name w:val="No Spacing"/>
    <w:qFormat/>
    <w:uiPriority w:val="1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857</Words>
  <Characters>923</Characters>
  <Lines>0</Lines>
  <Paragraphs>0</Paragraphs>
  <TotalTime>1</TotalTime>
  <ScaleCrop>false</ScaleCrop>
  <LinksUpToDate>false</LinksUpToDate>
  <CharactersWithSpaces>1024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一颗星挂油瓶</dc:creator>
  <cp:lastModifiedBy>。</cp:lastModifiedBy>
  <dcterms:modified xsi:type="dcterms:W3CDTF">2023-03-16T12:19:04Z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3197028E02304DF883E4F74C6E2EE77A</vt:lpwstr>
  </property>
</Properties>
</file>